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12979" w14:textId="686AE032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0670DE2D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3308284F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5AFF2EDF" w14:textId="77777777" w:rsidR="002D5F2E" w:rsidRPr="00BB7C53" w:rsidRDefault="002D5F2E" w:rsidP="00BB7C53">
      <w:pPr>
        <w:pStyle w:val="Brezrazmikov"/>
        <w:rPr>
          <w:rFonts w:ascii="Arial" w:hAnsi="Arial" w:cs="Arial"/>
          <w:sz w:val="16"/>
          <w:lang w:val="sl-SI"/>
        </w:rPr>
      </w:pPr>
    </w:p>
    <w:p w14:paraId="0AB6087E" w14:textId="47130BE6" w:rsidR="002D5F2E" w:rsidRPr="00BB7C53" w:rsidRDefault="002D5F2E" w:rsidP="00BB7C53">
      <w:pPr>
        <w:pStyle w:val="Brezrazmikov"/>
        <w:rPr>
          <w:rFonts w:ascii="Arial" w:hAnsi="Arial" w:cs="Arial"/>
          <w:sz w:val="2"/>
          <w:lang w:val="sl-SI"/>
        </w:rPr>
      </w:pPr>
    </w:p>
    <w:p w14:paraId="04707755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5CD1357C" w14:textId="57792DF6" w:rsidR="00BB7C53" w:rsidRPr="00BB7C53" w:rsidRDefault="00BB7C53" w:rsidP="00BB7C53">
      <w:pPr>
        <w:pStyle w:val="Brezrazmikov"/>
        <w:jc w:val="center"/>
        <w:rPr>
          <w:rFonts w:ascii="Arial" w:eastAsia="Times New Roman" w:hAnsi="Arial" w:cs="Arial"/>
          <w:b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b/>
          <w:sz w:val="32"/>
          <w:szCs w:val="32"/>
          <w:lang w:val="sl-SI"/>
        </w:rPr>
        <w:t xml:space="preserve">Vloga za </w:t>
      </w:r>
      <w:r w:rsidR="00E9220B">
        <w:rPr>
          <w:rFonts w:ascii="Arial" w:eastAsia="Times New Roman" w:hAnsi="Arial" w:cs="Arial"/>
          <w:b/>
          <w:sz w:val="32"/>
          <w:szCs w:val="32"/>
          <w:lang w:val="sl-SI"/>
        </w:rPr>
        <w:t>izgradnjo</w:t>
      </w:r>
      <w:r w:rsidR="00E9220B" w:rsidRPr="00BB7C53">
        <w:rPr>
          <w:rFonts w:ascii="Arial" w:eastAsia="Times New Roman" w:hAnsi="Arial" w:cs="Arial"/>
          <w:b/>
          <w:sz w:val="32"/>
          <w:szCs w:val="32"/>
          <w:lang w:val="sl-SI"/>
        </w:rPr>
        <w:t xml:space="preserve"> </w:t>
      </w:r>
      <w:r w:rsidRPr="00BB7C53">
        <w:rPr>
          <w:rFonts w:ascii="Arial" w:eastAsia="Times New Roman" w:hAnsi="Arial" w:cs="Arial"/>
          <w:b/>
          <w:sz w:val="32"/>
          <w:szCs w:val="32"/>
          <w:lang w:val="sl-SI"/>
        </w:rPr>
        <w:t>optičnega priključka</w:t>
      </w:r>
    </w:p>
    <w:p w14:paraId="60FDC504" w14:textId="77777777" w:rsidR="00BB7C53" w:rsidRPr="00BB7C53" w:rsidRDefault="00BB7C53" w:rsidP="00BB7C53">
      <w:pPr>
        <w:pStyle w:val="Brezrazmikov"/>
        <w:jc w:val="center"/>
        <w:rPr>
          <w:rFonts w:ascii="Arial" w:eastAsia="Times New Roman" w:hAnsi="Arial" w:cs="Arial"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sz w:val="32"/>
          <w:szCs w:val="32"/>
          <w:lang w:val="sl-SI"/>
        </w:rPr>
        <w:t xml:space="preserve">na odprtem širokopasovnem omrežju </w:t>
      </w:r>
      <w:r w:rsidRPr="00BB7C53">
        <w:rPr>
          <w:rFonts w:ascii="Arial" w:eastAsia="Times New Roman" w:hAnsi="Arial" w:cs="Arial"/>
          <w:b/>
          <w:bCs/>
          <w:sz w:val="32"/>
          <w:szCs w:val="32"/>
          <w:lang w:val="sl-SI"/>
        </w:rPr>
        <w:t>OŠO6</w:t>
      </w:r>
    </w:p>
    <w:p w14:paraId="027C04AC" w14:textId="77777777" w:rsidR="00BB7C53" w:rsidRPr="00BB7C53" w:rsidRDefault="00BB7C53" w:rsidP="00BB7C53">
      <w:pPr>
        <w:pStyle w:val="Naslov1"/>
        <w:rPr>
          <w:rFonts w:ascii="Arial" w:eastAsia="Times New Roman" w:hAnsi="Arial" w:cs="Arial"/>
          <w:lang w:val="sl-SI"/>
        </w:rPr>
      </w:pPr>
    </w:p>
    <w:p w14:paraId="6ACBE245" w14:textId="3D35EC6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Družba OPTIC-TEL, d.o.o. gradi odprto širokopasovno omrežje, </w:t>
      </w:r>
      <w:r w:rsidR="00EC24B3">
        <w:rPr>
          <w:rFonts w:ascii="Arial" w:hAnsi="Arial" w:cs="Arial"/>
          <w:sz w:val="24"/>
          <w:szCs w:val="24"/>
          <w:lang w:val="sl-SI"/>
        </w:rPr>
        <w:t xml:space="preserve">ki bo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občanom </w:t>
      </w:r>
      <w:r w:rsidR="00EC24B3" w:rsidRPr="00BB7C53">
        <w:rPr>
          <w:rFonts w:ascii="Arial" w:hAnsi="Arial" w:cs="Arial"/>
          <w:sz w:val="24"/>
          <w:szCs w:val="24"/>
          <w:lang w:val="sl-SI"/>
        </w:rPr>
        <w:t>zagotavlja</w:t>
      </w:r>
      <w:r w:rsidR="00EC24B3">
        <w:rPr>
          <w:rFonts w:ascii="Arial" w:hAnsi="Arial" w:cs="Arial"/>
          <w:sz w:val="24"/>
          <w:szCs w:val="24"/>
          <w:lang w:val="sl-SI"/>
        </w:rPr>
        <w:t>lo</w:t>
      </w:r>
      <w:r w:rsidR="00EC24B3" w:rsidRPr="00BB7C53">
        <w:rPr>
          <w:rFonts w:ascii="Arial" w:hAnsi="Arial" w:cs="Arial"/>
          <w:sz w:val="24"/>
          <w:szCs w:val="24"/>
          <w:lang w:val="sl-SI"/>
        </w:rPr>
        <w:t xml:space="preserve"> </w:t>
      </w:r>
      <w:r w:rsidR="00EC24B3">
        <w:rPr>
          <w:rFonts w:ascii="Arial" w:hAnsi="Arial" w:cs="Arial"/>
          <w:sz w:val="24"/>
          <w:szCs w:val="24"/>
          <w:lang w:val="sl-SI"/>
        </w:rPr>
        <w:t>naj</w:t>
      </w:r>
      <w:r w:rsidRPr="00BB7C53">
        <w:rPr>
          <w:rFonts w:ascii="Arial" w:hAnsi="Arial" w:cs="Arial"/>
          <w:sz w:val="24"/>
          <w:szCs w:val="24"/>
          <w:lang w:val="sl-SI"/>
        </w:rPr>
        <w:t>sodobne</w:t>
      </w:r>
      <w:r w:rsidR="00EC24B3">
        <w:rPr>
          <w:rFonts w:ascii="Arial" w:hAnsi="Arial" w:cs="Arial"/>
          <w:sz w:val="24"/>
          <w:szCs w:val="24"/>
          <w:lang w:val="sl-SI"/>
        </w:rPr>
        <w:t>jše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telekomunikacijske povezave</w:t>
      </w:r>
      <w:r w:rsidR="00EC24B3">
        <w:rPr>
          <w:rFonts w:ascii="Arial" w:hAnsi="Arial" w:cs="Arial"/>
          <w:sz w:val="24"/>
          <w:szCs w:val="24"/>
          <w:lang w:val="sl-SI"/>
        </w:rPr>
        <w:t>, stabilno delovanje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in visoke hitrosti prenosa podatkov</w:t>
      </w:r>
      <w:r w:rsidR="00EC24B3">
        <w:rPr>
          <w:rFonts w:ascii="Arial" w:hAnsi="Arial" w:cs="Arial"/>
          <w:sz w:val="24"/>
          <w:szCs w:val="24"/>
          <w:lang w:val="sl-SI"/>
        </w:rPr>
        <w:t>. Najsodobnejše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optično omrežje</w:t>
      </w:r>
      <w:r w:rsidR="00EC24B3">
        <w:rPr>
          <w:rFonts w:ascii="Arial" w:hAnsi="Arial" w:cs="Arial"/>
          <w:sz w:val="24"/>
          <w:szCs w:val="24"/>
          <w:lang w:val="sl-SI"/>
        </w:rPr>
        <w:t xml:space="preserve"> bo omogočalo tudi izbiro ponudnika storitev (operaterja),</w:t>
      </w:r>
      <w:r w:rsidR="00400306">
        <w:rPr>
          <w:rFonts w:ascii="Arial" w:hAnsi="Arial" w:cs="Arial"/>
          <w:sz w:val="24"/>
          <w:szCs w:val="24"/>
          <w:lang w:val="sl-SI"/>
        </w:rPr>
        <w:t xml:space="preserve"> ki bo zainteresiran </w:t>
      </w:r>
      <w:r w:rsidR="00DA3E8C">
        <w:rPr>
          <w:rFonts w:ascii="Arial" w:hAnsi="Arial" w:cs="Arial"/>
          <w:sz w:val="24"/>
          <w:szCs w:val="24"/>
          <w:lang w:val="sl-SI"/>
        </w:rPr>
        <w:t>za nudenje storitev na tem omrežju.</w:t>
      </w:r>
      <w:r w:rsidR="00EC24B3">
        <w:rPr>
          <w:rFonts w:ascii="Arial" w:hAnsi="Arial" w:cs="Arial"/>
          <w:sz w:val="24"/>
          <w:szCs w:val="24"/>
          <w:lang w:val="sl-SI"/>
        </w:rPr>
        <w:t xml:space="preserve"> </w:t>
      </w:r>
    </w:p>
    <w:p w14:paraId="2AB45C38" w14:textId="06D1F47F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Gradnja se izvaja v skladu z Načrtom za okrevanje in odpornost. Sofinancira </w:t>
      </w:r>
      <w:r w:rsidR="009D4A11">
        <w:rPr>
          <w:rFonts w:ascii="Arial" w:hAnsi="Arial" w:cs="Arial"/>
          <w:sz w:val="24"/>
          <w:szCs w:val="24"/>
          <w:lang w:val="sl-SI"/>
        </w:rPr>
        <w:t xml:space="preserve">jo </w:t>
      </w:r>
      <w:r w:rsidRPr="00BB7C53">
        <w:rPr>
          <w:rFonts w:ascii="Arial" w:hAnsi="Arial" w:cs="Arial"/>
          <w:sz w:val="24"/>
          <w:szCs w:val="24"/>
          <w:lang w:val="sl-SI"/>
        </w:rPr>
        <w:t>Evropska unija iz Mehanizma za okrevanje in odpornost (prek Ministrstva za digitalno preobrazbo), v večinskem deležu pa jo financira investitor OPTIC-TEL, d.o.o.</w:t>
      </w:r>
      <w:r w:rsidR="00EC24B3">
        <w:rPr>
          <w:rFonts w:ascii="Arial" w:hAnsi="Arial" w:cs="Arial"/>
          <w:sz w:val="24"/>
          <w:szCs w:val="24"/>
          <w:lang w:val="sl-SI"/>
        </w:rPr>
        <w:t>.</w:t>
      </w:r>
    </w:p>
    <w:p w14:paraId="34F92F3B" w14:textId="3F9D581F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Naročilo izgradnje RNO priključka je informativne narave in ni zavezujoče za izvajalca. Izvajalec bo v prvi fazi priključke zgradil le upravičenim uporabnikom na </w:t>
      </w:r>
      <w:proofErr w:type="spellStart"/>
      <w:r w:rsidRPr="00BB7C53">
        <w:rPr>
          <w:rFonts w:ascii="Arial" w:hAnsi="Arial" w:cs="Arial"/>
          <w:sz w:val="24"/>
          <w:szCs w:val="24"/>
          <w:lang w:val="sl-SI"/>
        </w:rPr>
        <w:t>t.i</w:t>
      </w:r>
      <w:proofErr w:type="spellEnd"/>
      <w:r w:rsidRPr="00BB7C53">
        <w:rPr>
          <w:rFonts w:ascii="Arial" w:hAnsi="Arial" w:cs="Arial"/>
          <w:sz w:val="24"/>
          <w:szCs w:val="24"/>
          <w:lang w:val="sl-SI"/>
        </w:rPr>
        <w:t>. območjih belih lis, kot jih je določilo Ministrstvo za digitalno preobrazbo, skladno s pogoji javnega razpisa GOŠO6</w:t>
      </w:r>
      <w:r w:rsidR="00EC24B3">
        <w:rPr>
          <w:rFonts w:ascii="Arial" w:hAnsi="Arial" w:cs="Arial"/>
          <w:sz w:val="24"/>
          <w:szCs w:val="24"/>
          <w:lang w:val="sl-SI"/>
        </w:rPr>
        <w:t>.</w:t>
      </w:r>
    </w:p>
    <w:p w14:paraId="4A03B74B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Cs w:val="20"/>
          <w:lang w:val="sl-SI"/>
        </w:rPr>
      </w:pPr>
    </w:p>
    <w:p w14:paraId="0B9BA2CC" w14:textId="4B9D2B14" w:rsidR="00BB7C53" w:rsidRPr="00BB7C53" w:rsidRDefault="00BB7C53" w:rsidP="00984DD9">
      <w:pPr>
        <w:pStyle w:val="Brezrazmikov"/>
        <w:spacing w:after="120"/>
        <w:rPr>
          <w:rFonts w:ascii="Arial" w:eastAsia="Times New Roman" w:hAnsi="Arial" w:cs="Arial"/>
          <w:i/>
          <w:lang w:val="sl-SI"/>
        </w:rPr>
      </w:pPr>
      <w:r w:rsidRPr="00BB7C53">
        <w:rPr>
          <w:rFonts w:ascii="Arial" w:eastAsia="Times New Roman" w:hAnsi="Arial" w:cs="Arial"/>
          <w:lang w:val="sl-SI"/>
        </w:rPr>
        <w:t xml:space="preserve">Kontaktni podatki </w:t>
      </w:r>
      <w:r w:rsidRPr="00BB7C53">
        <w:rPr>
          <w:rFonts w:ascii="Arial" w:eastAsia="Times New Roman" w:hAnsi="Arial" w:cs="Arial"/>
          <w:i/>
          <w:lang w:val="sl-SI"/>
        </w:rPr>
        <w:t xml:space="preserve">(izpolnite </w:t>
      </w:r>
      <w:r w:rsidR="009D4A11">
        <w:rPr>
          <w:rFonts w:ascii="Arial" w:eastAsia="Times New Roman" w:hAnsi="Arial" w:cs="Arial"/>
          <w:i/>
          <w:lang w:val="sl-SI"/>
        </w:rPr>
        <w:t xml:space="preserve">vsa </w:t>
      </w:r>
      <w:r w:rsidR="009D4A11" w:rsidRPr="00BB7C53">
        <w:rPr>
          <w:rFonts w:ascii="Arial" w:eastAsia="Times New Roman" w:hAnsi="Arial" w:cs="Arial"/>
          <w:i/>
          <w:lang w:val="sl-SI"/>
        </w:rPr>
        <w:t>polj</w:t>
      </w:r>
      <w:r w:rsidR="009D4A11">
        <w:rPr>
          <w:rFonts w:ascii="Arial" w:eastAsia="Times New Roman" w:hAnsi="Arial" w:cs="Arial"/>
          <w:i/>
          <w:lang w:val="sl-SI"/>
        </w:rPr>
        <w:t>a</w:t>
      </w:r>
      <w:r w:rsidRPr="00BB7C53">
        <w:rPr>
          <w:rFonts w:ascii="Arial" w:eastAsia="Times New Roman" w:hAnsi="Arial" w:cs="Arial"/>
          <w:i/>
          <w:lang w:val="sl-SI"/>
        </w:rPr>
        <w:t>)</w:t>
      </w:r>
      <w:r w:rsidRPr="00BB7C53">
        <w:rPr>
          <w:rFonts w:ascii="Arial" w:eastAsia="Times New Roman" w:hAnsi="Arial" w:cs="Arial"/>
          <w:lang w:val="sl-SI"/>
        </w:rPr>
        <w:t xml:space="preserve"> :</w:t>
      </w: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364"/>
      </w:tblGrid>
      <w:tr w:rsidR="00BB7C53" w:rsidRPr="00BB7C53" w14:paraId="69F4233F" w14:textId="77777777" w:rsidTr="00A73596">
        <w:trPr>
          <w:trHeight w:val="626"/>
        </w:trPr>
        <w:tc>
          <w:tcPr>
            <w:tcW w:w="2694" w:type="dxa"/>
            <w:shd w:val="clear" w:color="auto" w:fill="auto"/>
            <w:vAlign w:val="center"/>
          </w:tcPr>
          <w:p w14:paraId="6CC12AD2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8364" w:type="dxa"/>
            <w:shd w:val="clear" w:color="auto" w:fill="auto"/>
          </w:tcPr>
          <w:p w14:paraId="4994BBC4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59378ED6" w14:textId="77777777" w:rsidTr="00A73596">
        <w:trPr>
          <w:trHeight w:val="550"/>
        </w:trPr>
        <w:tc>
          <w:tcPr>
            <w:tcW w:w="2694" w:type="dxa"/>
            <w:shd w:val="clear" w:color="auto" w:fill="auto"/>
            <w:vAlign w:val="center"/>
          </w:tcPr>
          <w:p w14:paraId="55F907F2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Telefonska številka (GSM):</w:t>
            </w:r>
          </w:p>
        </w:tc>
        <w:tc>
          <w:tcPr>
            <w:tcW w:w="8364" w:type="dxa"/>
            <w:shd w:val="clear" w:color="auto" w:fill="auto"/>
          </w:tcPr>
          <w:p w14:paraId="4DB2A382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31BAD770" w14:textId="77777777" w:rsidTr="00A73596">
        <w:trPr>
          <w:trHeight w:val="559"/>
        </w:trPr>
        <w:tc>
          <w:tcPr>
            <w:tcW w:w="2694" w:type="dxa"/>
            <w:shd w:val="clear" w:color="auto" w:fill="auto"/>
            <w:vAlign w:val="center"/>
          </w:tcPr>
          <w:p w14:paraId="436F9510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e-mail:</w:t>
            </w:r>
          </w:p>
        </w:tc>
        <w:tc>
          <w:tcPr>
            <w:tcW w:w="8364" w:type="dxa"/>
            <w:shd w:val="clear" w:color="auto" w:fill="auto"/>
          </w:tcPr>
          <w:p w14:paraId="2AB6612D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</w:tbl>
    <w:p w14:paraId="67E7A03A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lang w:val="sl-SI"/>
        </w:rPr>
      </w:pPr>
    </w:p>
    <w:p w14:paraId="3BFAC848" w14:textId="77777777" w:rsidR="00BB7C53" w:rsidRPr="00BB7C53" w:rsidRDefault="00BB7C53" w:rsidP="00984DD9">
      <w:pPr>
        <w:pStyle w:val="Brezrazmikov"/>
        <w:spacing w:after="120"/>
        <w:rPr>
          <w:rFonts w:ascii="Arial" w:eastAsia="Times New Roman" w:hAnsi="Arial" w:cs="Arial"/>
          <w:i/>
          <w:lang w:val="sl-SI"/>
        </w:rPr>
      </w:pPr>
      <w:r w:rsidRPr="00BB7C53">
        <w:rPr>
          <w:rFonts w:ascii="Arial" w:eastAsia="Times New Roman" w:hAnsi="Arial" w:cs="Arial"/>
          <w:lang w:val="sl-SI"/>
        </w:rPr>
        <w:t xml:space="preserve">Podatki o fizični lokaciji izvedbe priključka in kontakt </w:t>
      </w:r>
      <w:r w:rsidRPr="00BB7C53">
        <w:rPr>
          <w:rFonts w:ascii="Arial" w:eastAsia="Times New Roman" w:hAnsi="Arial" w:cs="Arial"/>
          <w:i/>
          <w:lang w:val="sl-SI"/>
        </w:rPr>
        <w:t>(izpolnite vsa polja)</w:t>
      </w:r>
      <w:r w:rsidRPr="00BB7C53">
        <w:rPr>
          <w:rFonts w:ascii="Arial" w:eastAsia="Times New Roman" w:hAnsi="Arial" w:cs="Arial"/>
          <w:lang w:val="sl-SI"/>
        </w:rPr>
        <w:t xml:space="preserve"> :</w:t>
      </w: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9101"/>
      </w:tblGrid>
      <w:tr w:rsidR="00BB7C53" w:rsidRPr="00BB7C53" w14:paraId="2E7E69A3" w14:textId="77777777" w:rsidTr="00A73596">
        <w:trPr>
          <w:trHeight w:val="559"/>
        </w:trPr>
        <w:tc>
          <w:tcPr>
            <w:tcW w:w="1957" w:type="dxa"/>
            <w:shd w:val="clear" w:color="auto" w:fill="E5DFEC" w:themeFill="accent4" w:themeFillTint="33"/>
            <w:vAlign w:val="center"/>
          </w:tcPr>
          <w:p w14:paraId="1EE24B9F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Občina:</w:t>
            </w:r>
          </w:p>
        </w:tc>
        <w:tc>
          <w:tcPr>
            <w:tcW w:w="9101" w:type="dxa"/>
            <w:shd w:val="clear" w:color="auto" w:fill="E5DFEC" w:themeFill="accent4" w:themeFillTint="33"/>
          </w:tcPr>
          <w:p w14:paraId="6A7BE7F4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20FE458D" w14:textId="77777777" w:rsidTr="00A73596">
        <w:trPr>
          <w:trHeight w:val="567"/>
        </w:trPr>
        <w:tc>
          <w:tcPr>
            <w:tcW w:w="1957" w:type="dxa"/>
            <w:shd w:val="clear" w:color="auto" w:fill="auto"/>
            <w:vAlign w:val="center"/>
          </w:tcPr>
          <w:p w14:paraId="42A75E91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Naselje:</w:t>
            </w:r>
          </w:p>
        </w:tc>
        <w:tc>
          <w:tcPr>
            <w:tcW w:w="9101" w:type="dxa"/>
            <w:shd w:val="clear" w:color="auto" w:fill="auto"/>
          </w:tcPr>
          <w:p w14:paraId="29E3BE0A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1D523ACF" w14:textId="77777777" w:rsidTr="00A73596">
        <w:trPr>
          <w:trHeight w:val="740"/>
        </w:trPr>
        <w:tc>
          <w:tcPr>
            <w:tcW w:w="1957" w:type="dxa"/>
            <w:shd w:val="clear" w:color="auto" w:fill="auto"/>
            <w:vAlign w:val="center"/>
          </w:tcPr>
          <w:p w14:paraId="55BEE360" w14:textId="678A6D63" w:rsidR="00BB7C53" w:rsidRPr="00BB7C53" w:rsidRDefault="009D4A11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Ulica in hišna številka</w:t>
            </w:r>
            <w:r w:rsid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:</w:t>
            </w:r>
          </w:p>
        </w:tc>
        <w:tc>
          <w:tcPr>
            <w:tcW w:w="9101" w:type="dxa"/>
            <w:shd w:val="clear" w:color="auto" w:fill="auto"/>
          </w:tcPr>
          <w:p w14:paraId="1725B9B6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5AA97A6F" w14:textId="77777777" w:rsidTr="00A73596">
        <w:trPr>
          <w:trHeight w:val="850"/>
        </w:trPr>
        <w:tc>
          <w:tcPr>
            <w:tcW w:w="1957" w:type="dxa"/>
            <w:shd w:val="clear" w:color="auto" w:fill="auto"/>
            <w:vAlign w:val="center"/>
          </w:tcPr>
          <w:p w14:paraId="3894A203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K.O. in št. parcele:</w:t>
            </w:r>
          </w:p>
        </w:tc>
        <w:tc>
          <w:tcPr>
            <w:tcW w:w="9101" w:type="dxa"/>
            <w:shd w:val="clear" w:color="auto" w:fill="auto"/>
          </w:tcPr>
          <w:p w14:paraId="39183158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  <w:p w14:paraId="7029D827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  <w:p w14:paraId="1056528C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</w:tbl>
    <w:p w14:paraId="502D9E07" w14:textId="77777777" w:rsidR="00E9220B" w:rsidRDefault="00E9220B" w:rsidP="00BB7C53">
      <w:pPr>
        <w:pStyle w:val="Brezrazmikov"/>
        <w:rPr>
          <w:rFonts w:ascii="Arial" w:eastAsia="Times New Roman" w:hAnsi="Arial" w:cs="Arial"/>
          <w:bCs/>
          <w:lang w:val="sl-SI"/>
        </w:rPr>
      </w:pPr>
    </w:p>
    <w:p w14:paraId="32CAC94B" w14:textId="449367F9" w:rsidR="00BB7C53" w:rsidRDefault="00E9220B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S podpisom Vloge za </w:t>
      </w:r>
      <w:r>
        <w:rPr>
          <w:rFonts w:ascii="Arial" w:hAnsi="Arial" w:cs="Arial"/>
          <w:sz w:val="24"/>
          <w:szCs w:val="24"/>
          <w:lang w:val="sl-SI"/>
        </w:rPr>
        <w:t>izgradnjo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optičnega priključka soglašam in dovoljujem poseg za izvedbo izgradnje in montaže optičnega priključka na svojem zemljišču.</w:t>
      </w:r>
    </w:p>
    <w:p w14:paraId="04EF249E" w14:textId="77777777" w:rsidR="00FD586B" w:rsidRDefault="00FD586B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</w:p>
    <w:p w14:paraId="10A52B51" w14:textId="2E736626" w:rsidR="00FD586B" w:rsidRDefault="00FD586B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 xml:space="preserve">Izpolnjenemu obrazcu </w:t>
      </w:r>
      <w:r w:rsidRPr="00984DD9">
        <w:rPr>
          <w:rFonts w:ascii="Arial" w:hAnsi="Arial" w:cs="Arial"/>
          <w:b/>
          <w:bCs/>
          <w:sz w:val="24"/>
          <w:szCs w:val="24"/>
          <w:lang w:val="sl-SI"/>
        </w:rPr>
        <w:t>obvezno</w:t>
      </w:r>
      <w:r>
        <w:rPr>
          <w:rFonts w:ascii="Arial" w:hAnsi="Arial" w:cs="Arial"/>
          <w:sz w:val="24"/>
          <w:szCs w:val="24"/>
          <w:lang w:val="sl-SI"/>
        </w:rPr>
        <w:t xml:space="preserve"> </w:t>
      </w:r>
      <w:r w:rsidRPr="00984DD9">
        <w:rPr>
          <w:rFonts w:ascii="Arial" w:hAnsi="Arial" w:cs="Arial"/>
          <w:b/>
          <w:bCs/>
          <w:sz w:val="24"/>
          <w:szCs w:val="24"/>
          <w:lang w:val="sl-SI"/>
        </w:rPr>
        <w:t>priložite</w:t>
      </w:r>
      <w:r>
        <w:rPr>
          <w:rFonts w:ascii="Arial" w:hAnsi="Arial" w:cs="Arial"/>
          <w:sz w:val="24"/>
          <w:szCs w:val="24"/>
          <w:lang w:val="sl-SI"/>
        </w:rPr>
        <w:t xml:space="preserve"> podpisano soglasje, ki ga najdete na naslednji strani.</w:t>
      </w:r>
    </w:p>
    <w:p w14:paraId="42C7DC92" w14:textId="77777777" w:rsidR="00FD586B" w:rsidRPr="00BB7C53" w:rsidRDefault="00FD586B" w:rsidP="00BB7C53">
      <w:pPr>
        <w:pStyle w:val="Brezrazmikov"/>
        <w:rPr>
          <w:rFonts w:ascii="Arial" w:eastAsia="Times New Roman" w:hAnsi="Arial" w:cs="Arial"/>
          <w:bCs/>
          <w:lang w:val="sl-SI"/>
        </w:rPr>
      </w:pPr>
    </w:p>
    <w:p w14:paraId="5371B53D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3B18ACF8" w14:textId="6608A2B5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Datum:</w:t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="009D4A11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>Podpis:</w:t>
      </w:r>
    </w:p>
    <w:p w14:paraId="10929747" w14:textId="77777777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50F23D03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5A3724D9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______________________</w:t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  <w:t>______________________</w:t>
      </w:r>
    </w:p>
    <w:p w14:paraId="108D83FC" w14:textId="77777777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286E2CDC" w14:textId="77777777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3EECD9CC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1F6C43A6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316AF983" w14:textId="77777777" w:rsidR="00BB7C53" w:rsidRDefault="00BB7C53" w:rsidP="00BB7C53">
      <w:pPr>
        <w:pStyle w:val="Brezrazmikov"/>
        <w:rPr>
          <w:rFonts w:ascii="Arial" w:hAnsi="Arial" w:cs="Arial"/>
          <w:lang w:val="sl-SI"/>
        </w:rPr>
      </w:pPr>
    </w:p>
    <w:p w14:paraId="3B7AD3AA" w14:textId="77777777" w:rsidR="00A73596" w:rsidRDefault="00A73596" w:rsidP="00BB7C53">
      <w:pPr>
        <w:pStyle w:val="Brezrazmikov"/>
        <w:rPr>
          <w:rFonts w:ascii="Arial" w:hAnsi="Arial" w:cs="Arial"/>
          <w:lang w:val="sl-SI"/>
        </w:rPr>
      </w:pPr>
    </w:p>
    <w:p w14:paraId="7529DE6C" w14:textId="59C67CED" w:rsidR="00BB7C53" w:rsidRPr="00BB7C53" w:rsidRDefault="00BB7C53" w:rsidP="00984DD9">
      <w:pPr>
        <w:spacing w:line="20" w:lineRule="atLeast"/>
        <w:jc w:val="center"/>
        <w:rPr>
          <w:rFonts w:ascii="Arial" w:eastAsia="Times New Roman" w:hAnsi="Arial" w:cs="Arial"/>
          <w:b/>
          <w:bCs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b/>
          <w:bCs/>
          <w:sz w:val="32"/>
          <w:szCs w:val="32"/>
          <w:lang w:val="sl-SI"/>
        </w:rPr>
        <w:t>SOGLASJE</w:t>
      </w:r>
    </w:p>
    <w:p w14:paraId="6246CC25" w14:textId="77777777" w:rsidR="00BB7C53" w:rsidRPr="00BB7C53" w:rsidRDefault="00BB7C53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51128B78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Za potrebe izgradnje vašega optičnega priključka je potrebno izvesti izkop na vaši parceli, in sicer od objekta, kjer bo nameščena TK omarica, do vozlišča.</w:t>
      </w:r>
    </w:p>
    <w:p w14:paraId="489E628F" w14:textId="77777777" w:rsidR="00FD586B" w:rsidRPr="00BB7C53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4F7D673D" w14:textId="1C776495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Naročnik </w:t>
      </w:r>
      <w:r w:rsidR="00E9220B">
        <w:rPr>
          <w:rFonts w:ascii="Arial" w:hAnsi="Arial" w:cs="Arial"/>
          <w:sz w:val="24"/>
          <w:szCs w:val="24"/>
          <w:lang w:val="sl-SI"/>
        </w:rPr>
        <w:t xml:space="preserve">s podpisom tega soglasja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izjavlja, da ima za zemljišča, po katerih poteka izgradnja priključka iz te vloge, sklenjene služnosti oziroma </w:t>
      </w:r>
      <w:r w:rsidR="00E9220B">
        <w:rPr>
          <w:rFonts w:ascii="Arial" w:hAnsi="Arial" w:cs="Arial"/>
          <w:sz w:val="24"/>
          <w:szCs w:val="24"/>
          <w:lang w:val="sl-SI"/>
        </w:rPr>
        <w:t xml:space="preserve">vsa dovoljenja in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soglasja za gradnjo komunikacijskega priključka in tudi za njegovo kasnejše vzdrževanje. </w:t>
      </w:r>
    </w:p>
    <w:p w14:paraId="2EB51BD4" w14:textId="77777777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18EE778A" w14:textId="77777777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Če služnosti niso urejene skladno z Zakonom o elektronskih komunikacijah (ZEKom-2), izvajalec priključka ne bo zgradil. </w:t>
      </w:r>
    </w:p>
    <w:p w14:paraId="6DC12B22" w14:textId="77777777" w:rsidR="00FD586B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0F6C9D96" w14:textId="2EC8F08D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Izvajalec bo po končani gradnji ponovno uredil zemljišče in vzpostavil prvotno stanje, če lastnik zemljišča ne bo odredil drugače.</w:t>
      </w:r>
    </w:p>
    <w:p w14:paraId="1B46B24B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54E63CA9" w14:textId="6ABC527D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Izvajalec sme po pregledu terena predlagati najoptimalnejši potek trase priključka. Če gradnja po izvajalčevem predlogu ni možna, </w:t>
      </w:r>
      <w:r w:rsidR="00984DD9">
        <w:rPr>
          <w:rFonts w:ascii="Arial" w:hAnsi="Arial" w:cs="Arial"/>
          <w:sz w:val="24"/>
          <w:szCs w:val="24"/>
          <w:lang w:val="sl-SI"/>
        </w:rPr>
        <w:t>naročnik in izvajalec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skupaj poiščeta drugo možnost gradnje. </w:t>
      </w:r>
    </w:p>
    <w:p w14:paraId="69C5841E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1FB20FF0" w14:textId="02329688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Pridobitev vseh potrebnih dovoljenj in soglasij za izgradnjo priključka na odprto širokopasovno omrežje je v celoti v domeni naročnika. Če naročnik ne zagotovi prostih zemljišč za gradnjo priključka, lahko izvajalec od pogodbe odstopi. Vse morebitne odškodninske zahtevke in z njimi povezane stroške, ki bi jih imel lastnik zemljišča do izvajalca, bo poravnal naročnik, razen če ne dokaže, da je za morebitno škodo odgovoren izključno izvajalec.</w:t>
      </w:r>
    </w:p>
    <w:p w14:paraId="0D1A3D49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63D454DC" w14:textId="77777777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42ADDDDB" w14:textId="77777777" w:rsidR="00BB7C53" w:rsidRDefault="00BB7C53" w:rsidP="00984DD9">
      <w:pPr>
        <w:pStyle w:val="Brezrazmikov"/>
        <w:jc w:val="center"/>
        <w:rPr>
          <w:rFonts w:ascii="Arial" w:hAnsi="Arial" w:cs="Arial"/>
          <w:b/>
          <w:sz w:val="24"/>
          <w:szCs w:val="24"/>
          <w:lang w:val="sl-SI"/>
        </w:rPr>
      </w:pPr>
      <w:r w:rsidRPr="00BB7C53">
        <w:rPr>
          <w:rFonts w:ascii="Arial" w:hAnsi="Arial" w:cs="Arial"/>
          <w:b/>
          <w:sz w:val="24"/>
          <w:szCs w:val="24"/>
          <w:lang w:val="sl-SI"/>
        </w:rPr>
        <w:t>SOGLASJE ZA OBDELAVO OSEBNIH PODATKOV</w:t>
      </w:r>
    </w:p>
    <w:p w14:paraId="28D0599B" w14:textId="77777777" w:rsidR="00FD586B" w:rsidRPr="00BB7C53" w:rsidRDefault="00FD586B" w:rsidP="00BB7C53">
      <w:pPr>
        <w:pStyle w:val="Brezrazmikov"/>
        <w:jc w:val="both"/>
        <w:rPr>
          <w:rFonts w:ascii="Arial" w:hAnsi="Arial" w:cs="Arial"/>
          <w:b/>
          <w:sz w:val="24"/>
          <w:szCs w:val="24"/>
          <w:lang w:val="sl-SI"/>
        </w:rPr>
      </w:pPr>
    </w:p>
    <w:p w14:paraId="2324E736" w14:textId="366C5169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Naročnik s podpisom te vloge soglašam in se strinjam, da investitor skladno z veljavno zakonodajo s področja varstva osebnih podatkov in Splošno uredbo o varstvu podatkov obdeluje osebne podatke</w:t>
      </w:r>
      <w:r w:rsidR="00FD586B">
        <w:rPr>
          <w:rFonts w:ascii="Arial" w:hAnsi="Arial" w:cs="Arial"/>
          <w:sz w:val="24"/>
          <w:szCs w:val="24"/>
          <w:lang w:val="sl-SI"/>
        </w:rPr>
        <w:t>,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navedene v tej vlogi, in sicer izključno za namen izvedbe </w:t>
      </w:r>
      <w:r w:rsidR="00FD586B">
        <w:rPr>
          <w:rFonts w:ascii="Arial" w:hAnsi="Arial" w:cs="Arial"/>
          <w:sz w:val="24"/>
          <w:szCs w:val="24"/>
          <w:lang w:val="sl-SI"/>
        </w:rPr>
        <w:t xml:space="preserve">predmeta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javnega razpisa za sofinanciranje gradnje visokozmogljivih fiksnih širokopasovnih omrežij oziroma nadgradnjo obstoječih fiksnih omrežij (GOŠO6), tj. </w:t>
      </w:r>
      <w:r w:rsidR="00FD586B">
        <w:rPr>
          <w:rFonts w:ascii="Arial" w:hAnsi="Arial" w:cs="Arial"/>
          <w:sz w:val="24"/>
          <w:szCs w:val="24"/>
          <w:lang w:val="sl-SI"/>
        </w:rPr>
        <w:t>iz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gradnje </w:t>
      </w:r>
      <w:r w:rsidR="00FD586B">
        <w:rPr>
          <w:rFonts w:ascii="Arial" w:hAnsi="Arial" w:cs="Arial"/>
          <w:sz w:val="24"/>
          <w:szCs w:val="24"/>
          <w:lang w:val="sl-SI"/>
        </w:rPr>
        <w:t>optičnega</w:t>
      </w:r>
      <w:r w:rsidR="00FD586B" w:rsidRPr="00BB7C53">
        <w:rPr>
          <w:rFonts w:ascii="Arial" w:hAnsi="Arial" w:cs="Arial"/>
          <w:sz w:val="24"/>
          <w:szCs w:val="24"/>
          <w:lang w:val="sl-SI"/>
        </w:rPr>
        <w:t xml:space="preserve"> </w:t>
      </w:r>
      <w:r w:rsidRPr="00BB7C53">
        <w:rPr>
          <w:rFonts w:ascii="Arial" w:hAnsi="Arial" w:cs="Arial"/>
          <w:sz w:val="24"/>
          <w:szCs w:val="24"/>
          <w:lang w:val="sl-SI"/>
        </w:rPr>
        <w:t>priključka in kasnejšega upravljanja omrežja.</w:t>
      </w:r>
    </w:p>
    <w:p w14:paraId="58708DE7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371E8307" w14:textId="430934F8" w:rsidR="00FD586B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Datum:</w:t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  <w:t>Ime in priimek (tiskano):</w:t>
      </w:r>
    </w:p>
    <w:p w14:paraId="7800C8DC" w14:textId="7B13F8D4" w:rsidR="00FD586B" w:rsidRPr="00BB7C53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</w:p>
    <w:p w14:paraId="5A099BC8" w14:textId="7814002E" w:rsidR="00BB7C53" w:rsidRDefault="00FD586B" w:rsidP="00BB7C53">
      <w:pPr>
        <w:spacing w:line="20" w:lineRule="atLeast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>______________________</w:t>
      </w:r>
      <w:r w:rsidRPr="00BB7C53">
        <w:rPr>
          <w:rFonts w:ascii="Arial" w:eastAsia="Times New Roman" w:hAnsi="Arial" w:cs="Arial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  <w:t>____________________________________</w:t>
      </w:r>
    </w:p>
    <w:p w14:paraId="6FE1C32B" w14:textId="77777777" w:rsidR="00A73596" w:rsidRDefault="00A73596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64D731BB" w14:textId="77777777" w:rsidR="00A73596" w:rsidRPr="00BB7C53" w:rsidRDefault="00A73596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7B4CD854" w14:textId="5F3655BB" w:rsidR="00BB7C53" w:rsidRPr="00BB7C53" w:rsidRDefault="00BB7C53" w:rsidP="00984DD9">
      <w:pPr>
        <w:ind w:firstLine="720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="00FD586B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>Podpis:</w:t>
      </w:r>
    </w:p>
    <w:p w14:paraId="4E13F611" w14:textId="77777777" w:rsidR="00BB7C53" w:rsidRPr="00BB7C53" w:rsidRDefault="00BB7C53" w:rsidP="00BB7C53">
      <w:pPr>
        <w:spacing w:line="120" w:lineRule="auto"/>
        <w:rPr>
          <w:rFonts w:ascii="Arial" w:eastAsia="Times New Roman" w:hAnsi="Arial" w:cs="Arial"/>
          <w:lang w:val="sl-SI"/>
        </w:rPr>
      </w:pPr>
    </w:p>
    <w:p w14:paraId="6ED3C536" w14:textId="4283C4AB" w:rsidR="00BB7C53" w:rsidRPr="00BB7C53" w:rsidRDefault="00BB7C53" w:rsidP="00984DD9">
      <w:pPr>
        <w:ind w:left="2160" w:firstLine="720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  <w:t>______________________</w:t>
      </w:r>
    </w:p>
    <w:p w14:paraId="4D419D0E" w14:textId="77777777" w:rsidR="00BB7C53" w:rsidRDefault="00BB7C53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65381511" w14:textId="77777777" w:rsidR="00A73596" w:rsidRPr="00BB7C53" w:rsidRDefault="00A73596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68D65884" w14:textId="5341DABF" w:rsidR="00FD586B" w:rsidRPr="00A73596" w:rsidRDefault="00FD586B" w:rsidP="00FD586B">
      <w:pPr>
        <w:pStyle w:val="Brezrazmikov"/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Izpolnjen obrazec </w:t>
      </w:r>
      <w:r w:rsidR="003A18F8"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s priloženim soglasjem nam </w:t>
      </w: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dostavite:</w:t>
      </w:r>
    </w:p>
    <w:p w14:paraId="020EB239" w14:textId="49713BAA" w:rsidR="00FD586B" w:rsidRPr="00A73596" w:rsidRDefault="00FD586B" w:rsidP="00FD586B">
      <w:pPr>
        <w:pStyle w:val="Brezrazmikov"/>
        <w:numPr>
          <w:ilvl w:val="0"/>
          <w:numId w:val="3"/>
        </w:numPr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prek e-pošte </w:t>
      </w:r>
      <w:hyperlink r:id="rId8" w:history="1">
        <w:r w:rsidRPr="00A73596">
          <w:rPr>
            <w:rStyle w:val="Hiperpovezava"/>
            <w:rFonts w:ascii="Arial" w:eastAsia="Times New Roman" w:hAnsi="Arial" w:cs="Arial"/>
            <w:bCs/>
            <w:sz w:val="20"/>
            <w:szCs w:val="20"/>
            <w:lang w:val="sl-SI"/>
          </w:rPr>
          <w:t>oso6@optic-tel.si</w:t>
        </w:r>
      </w:hyperlink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 </w:t>
      </w:r>
    </w:p>
    <w:p w14:paraId="08D7E843" w14:textId="30656EE1" w:rsidR="00FD586B" w:rsidRPr="00A73596" w:rsidRDefault="00FD586B" w:rsidP="00FD586B">
      <w:pPr>
        <w:pStyle w:val="Brezrazmikov"/>
        <w:numPr>
          <w:ilvl w:val="0"/>
          <w:numId w:val="3"/>
        </w:numPr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ali na naslov OPTIC-TEL d.o.o., Cigaletova 10, 1000 Ljubljana.</w:t>
      </w:r>
    </w:p>
    <w:p w14:paraId="1A197CDB" w14:textId="77777777" w:rsidR="005F4ED5" w:rsidRDefault="005F4ED5">
      <w:pPr>
        <w:rPr>
          <w:rFonts w:ascii="Arial" w:hAnsi="Arial" w:cs="Arial"/>
          <w:lang w:val="sl-SI"/>
        </w:rPr>
        <w:sectPr w:rsidR="005F4ED5" w:rsidSect="00A7359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849" w:bottom="993" w:left="851" w:header="708" w:footer="708" w:gutter="0"/>
          <w:cols w:space="708"/>
          <w:docGrid w:linePitch="299"/>
        </w:sectPr>
      </w:pPr>
      <w:r>
        <w:rPr>
          <w:rFonts w:ascii="Arial" w:hAnsi="Arial" w:cs="Arial"/>
          <w:lang w:val="sl-SI"/>
        </w:rPr>
        <w:br w:type="page"/>
      </w:r>
    </w:p>
    <w:p w14:paraId="3FE2CC13" w14:textId="2666C39D" w:rsidR="00BB7C53" w:rsidRDefault="00BB7C53" w:rsidP="00984DD9">
      <w:pPr>
        <w:jc w:val="center"/>
        <w:rPr>
          <w:rFonts w:ascii="Arial" w:eastAsia="Times New Roman" w:hAnsi="Arial" w:cs="Arial"/>
          <w:b/>
          <w:bCs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b/>
          <w:bCs/>
          <w:sz w:val="32"/>
          <w:szCs w:val="32"/>
          <w:lang w:val="sl-SI"/>
        </w:rPr>
        <w:t>NAROČILO za izvedbo NOTRANJE INŠTALACIJE</w:t>
      </w:r>
    </w:p>
    <w:p w14:paraId="6B539863" w14:textId="77777777" w:rsidR="005D62E3" w:rsidRPr="00BB7C53" w:rsidRDefault="005D62E3" w:rsidP="00BB7C53">
      <w:pPr>
        <w:rPr>
          <w:rFonts w:ascii="Arial" w:eastAsia="Times New Roman" w:hAnsi="Arial" w:cs="Arial"/>
          <w:b/>
          <w:bCs/>
          <w:sz w:val="32"/>
          <w:szCs w:val="32"/>
          <w:lang w:val="sl-SI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513"/>
      </w:tblGrid>
      <w:tr w:rsidR="00A73596" w:rsidRPr="00BB7C53" w14:paraId="313740EF" w14:textId="77777777" w:rsidTr="00A73596">
        <w:trPr>
          <w:trHeight w:val="626"/>
        </w:trPr>
        <w:tc>
          <w:tcPr>
            <w:tcW w:w="2694" w:type="dxa"/>
            <w:shd w:val="clear" w:color="auto" w:fill="auto"/>
            <w:vAlign w:val="center"/>
          </w:tcPr>
          <w:p w14:paraId="4CE3CD52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7513" w:type="dxa"/>
            <w:shd w:val="clear" w:color="auto" w:fill="auto"/>
          </w:tcPr>
          <w:p w14:paraId="5A48AD90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A73596" w:rsidRPr="00BB7C53" w14:paraId="633F1688" w14:textId="77777777" w:rsidTr="00A73596">
        <w:trPr>
          <w:trHeight w:val="550"/>
        </w:trPr>
        <w:tc>
          <w:tcPr>
            <w:tcW w:w="2694" w:type="dxa"/>
            <w:shd w:val="clear" w:color="auto" w:fill="auto"/>
            <w:vAlign w:val="center"/>
          </w:tcPr>
          <w:p w14:paraId="2FC2DF93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Telefonska številka (GSM):</w:t>
            </w:r>
          </w:p>
        </w:tc>
        <w:tc>
          <w:tcPr>
            <w:tcW w:w="7513" w:type="dxa"/>
            <w:shd w:val="clear" w:color="auto" w:fill="auto"/>
          </w:tcPr>
          <w:p w14:paraId="6207E091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A73596" w:rsidRPr="00BB7C53" w14:paraId="07915E3D" w14:textId="77777777" w:rsidTr="00A73596">
        <w:trPr>
          <w:trHeight w:val="559"/>
        </w:trPr>
        <w:tc>
          <w:tcPr>
            <w:tcW w:w="2694" w:type="dxa"/>
            <w:shd w:val="clear" w:color="auto" w:fill="auto"/>
            <w:vAlign w:val="center"/>
          </w:tcPr>
          <w:p w14:paraId="065042EA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e-mail:</w:t>
            </w:r>
          </w:p>
        </w:tc>
        <w:tc>
          <w:tcPr>
            <w:tcW w:w="7513" w:type="dxa"/>
            <w:shd w:val="clear" w:color="auto" w:fill="auto"/>
          </w:tcPr>
          <w:p w14:paraId="5023C6E0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</w:tbl>
    <w:p w14:paraId="7ABBD5DB" w14:textId="77777777" w:rsidR="00BB7C53" w:rsidRPr="00BB7C53" w:rsidRDefault="00BB7C53" w:rsidP="00BB7C53">
      <w:pPr>
        <w:rPr>
          <w:rFonts w:ascii="Arial" w:eastAsia="Times New Roman" w:hAnsi="Arial" w:cs="Arial"/>
          <w:b/>
          <w:bCs/>
          <w:sz w:val="28"/>
          <w:szCs w:val="28"/>
          <w:lang w:val="sl-SI"/>
        </w:rPr>
      </w:pPr>
    </w:p>
    <w:p w14:paraId="1308346A" w14:textId="4F6B37A6" w:rsidR="00BB7C53" w:rsidRPr="00A73596" w:rsidRDefault="00BB7C53" w:rsidP="00984DD9">
      <w:pPr>
        <w:jc w:val="both"/>
        <w:rPr>
          <w:rFonts w:ascii="Arial" w:eastAsia="Times New Roman" w:hAnsi="Arial" w:cs="Arial"/>
          <w:lang w:val="sl-SI"/>
        </w:rPr>
      </w:pPr>
      <w:r w:rsidRPr="00A73596">
        <w:rPr>
          <w:rFonts w:ascii="Arial" w:eastAsia="Times New Roman" w:hAnsi="Arial" w:cs="Arial"/>
          <w:lang w:val="sl-SI"/>
        </w:rPr>
        <w:t xml:space="preserve">Pogoj za vklop storitve na optičnem priključku je </w:t>
      </w:r>
      <w:r w:rsidR="003A18F8" w:rsidRPr="00A73596">
        <w:rPr>
          <w:rFonts w:ascii="Arial" w:eastAsia="Times New Roman" w:hAnsi="Arial" w:cs="Arial"/>
          <w:lang w:val="sl-SI"/>
        </w:rPr>
        <w:t xml:space="preserve">tudi </w:t>
      </w:r>
      <w:r w:rsidRPr="00A73596">
        <w:rPr>
          <w:rFonts w:ascii="Arial" w:eastAsia="Times New Roman" w:hAnsi="Arial" w:cs="Arial"/>
          <w:lang w:val="sl-SI"/>
        </w:rPr>
        <w:t xml:space="preserve">izvedena </w:t>
      </w:r>
      <w:r w:rsidR="003A18F8" w:rsidRPr="00A73596">
        <w:rPr>
          <w:rFonts w:ascii="Arial" w:eastAsia="Times New Roman" w:hAnsi="Arial" w:cs="Arial"/>
          <w:lang w:val="sl-SI"/>
        </w:rPr>
        <w:t xml:space="preserve">notranja </w:t>
      </w:r>
      <w:r w:rsidRPr="00A73596">
        <w:rPr>
          <w:rFonts w:ascii="Arial" w:eastAsia="Times New Roman" w:hAnsi="Arial" w:cs="Arial"/>
          <w:lang w:val="sl-SI"/>
        </w:rPr>
        <w:t>inštalacija</w:t>
      </w:r>
      <w:r w:rsidR="003A18F8" w:rsidRPr="00A73596">
        <w:rPr>
          <w:rFonts w:ascii="Arial" w:eastAsia="Times New Roman" w:hAnsi="Arial" w:cs="Arial"/>
          <w:lang w:val="sl-SI"/>
        </w:rPr>
        <w:t xml:space="preserve"> (znotraj objekta)</w:t>
      </w:r>
      <w:r w:rsidRPr="00A73596">
        <w:rPr>
          <w:rFonts w:ascii="Arial" w:eastAsia="Times New Roman" w:hAnsi="Arial" w:cs="Arial"/>
          <w:lang w:val="sl-SI"/>
        </w:rPr>
        <w:t>.</w:t>
      </w:r>
      <w:r w:rsidR="003A18F8" w:rsidRPr="00A73596">
        <w:rPr>
          <w:rFonts w:ascii="Arial" w:eastAsia="Times New Roman" w:hAnsi="Arial" w:cs="Arial"/>
          <w:lang w:val="sl-SI"/>
        </w:rPr>
        <w:t xml:space="preserve"> </w:t>
      </w:r>
      <w:r w:rsidR="00B258BE" w:rsidRPr="00A73596">
        <w:rPr>
          <w:rFonts w:ascii="Arial" w:eastAsia="Times New Roman" w:hAnsi="Arial" w:cs="Arial"/>
          <w:lang w:val="sl-SI"/>
        </w:rPr>
        <w:t xml:space="preserve">Omogočamo vam, da </w:t>
      </w:r>
      <w:r w:rsidR="003A18F8" w:rsidRPr="00A73596">
        <w:rPr>
          <w:rFonts w:ascii="Arial" w:eastAsia="Times New Roman" w:hAnsi="Arial" w:cs="Arial"/>
          <w:lang w:val="sl-SI"/>
        </w:rPr>
        <w:t>izgradnjo notranje inštalacije</w:t>
      </w:r>
      <w:r w:rsidR="00B258BE" w:rsidRPr="00A73596">
        <w:rPr>
          <w:rFonts w:ascii="Arial" w:eastAsia="Times New Roman" w:hAnsi="Arial" w:cs="Arial"/>
          <w:lang w:val="sl-SI"/>
        </w:rPr>
        <w:t xml:space="preserve"> naročite izvajalcu gradnje odprtega širokopasovnega omrežja oz. njegovim pooblaščenim izvajalcem, po enotni ceni 150 EUR z DDV.</w:t>
      </w:r>
      <w:r w:rsidR="003A18F8" w:rsidRPr="00A73596">
        <w:rPr>
          <w:rFonts w:ascii="Arial" w:eastAsia="Times New Roman" w:hAnsi="Arial" w:cs="Arial"/>
          <w:lang w:val="sl-SI"/>
        </w:rPr>
        <w:t xml:space="preserve"> </w:t>
      </w:r>
    </w:p>
    <w:p w14:paraId="6DF00720" w14:textId="77777777" w:rsidR="00B258BE" w:rsidRPr="00A73596" w:rsidRDefault="00B258BE" w:rsidP="00BB7C53">
      <w:pPr>
        <w:rPr>
          <w:rFonts w:ascii="Arial" w:eastAsia="Times New Roman" w:hAnsi="Arial" w:cs="Arial"/>
          <w:sz w:val="24"/>
          <w:szCs w:val="24"/>
          <w:lang w:val="sl-SI"/>
        </w:rPr>
      </w:pPr>
    </w:p>
    <w:p w14:paraId="7D4B5871" w14:textId="5F42BE6F" w:rsidR="00BB7C53" w:rsidRPr="00A73596" w:rsidRDefault="00BB7C53" w:rsidP="00BB7C53">
      <w:pPr>
        <w:pStyle w:val="Brezrazmikov"/>
        <w:rPr>
          <w:rFonts w:ascii="Arial" w:hAnsi="Arial" w:cs="Arial"/>
          <w:lang w:val="sl-SI" w:eastAsia="sl-SI"/>
        </w:rPr>
      </w:pPr>
      <w:r w:rsidRPr="00A73596">
        <w:rPr>
          <w:rFonts w:ascii="Arial" w:hAnsi="Arial" w:cs="Arial"/>
          <w:lang w:val="sl-SI"/>
        </w:rPr>
        <w:t>C</w:t>
      </w:r>
      <w:r w:rsidRPr="00A73596">
        <w:rPr>
          <w:rFonts w:ascii="Arial" w:hAnsi="Arial" w:cs="Arial"/>
          <w:lang w:val="sl-SI" w:eastAsia="sl-SI"/>
        </w:rPr>
        <w:t xml:space="preserve">ena </w:t>
      </w:r>
      <w:r w:rsidR="00B258BE" w:rsidRPr="00A73596">
        <w:rPr>
          <w:rFonts w:ascii="Arial" w:hAnsi="Arial" w:cs="Arial"/>
          <w:lang w:val="sl-SI" w:eastAsia="sl-SI"/>
        </w:rPr>
        <w:t xml:space="preserve">150 EUR z DDV </w:t>
      </w:r>
      <w:r w:rsidRPr="00A73596">
        <w:rPr>
          <w:rFonts w:ascii="Arial" w:hAnsi="Arial" w:cs="Arial"/>
          <w:lang w:val="sl-SI" w:eastAsia="sl-SI"/>
        </w:rPr>
        <w:t>zajema:</w:t>
      </w:r>
      <w:r w:rsidRPr="00A73596">
        <w:rPr>
          <w:rFonts w:ascii="Arial" w:hAnsi="Arial" w:cs="Arial"/>
          <w:color w:val="000000" w:themeColor="text1"/>
          <w:lang w:val="sl-SI"/>
        </w:rPr>
        <w:t xml:space="preserve"> </w:t>
      </w:r>
    </w:p>
    <w:p w14:paraId="4E8CDFC2" w14:textId="2AA7625E" w:rsidR="00BB7C53" w:rsidRPr="00A73596" w:rsidRDefault="00BB7C53" w:rsidP="00BB7C53">
      <w:pPr>
        <w:pStyle w:val="Brezrazmikov"/>
        <w:widowControl/>
        <w:numPr>
          <w:ilvl w:val="0"/>
          <w:numId w:val="2"/>
        </w:numPr>
        <w:autoSpaceDE/>
        <w:autoSpaceDN/>
        <w:ind w:left="284" w:hanging="284"/>
        <w:jc w:val="both"/>
        <w:rPr>
          <w:rFonts w:ascii="Arial" w:hAnsi="Arial" w:cs="Arial"/>
          <w:color w:val="000000" w:themeColor="text1"/>
          <w:lang w:val="sl-SI"/>
        </w:rPr>
      </w:pPr>
      <w:r w:rsidRPr="00A73596">
        <w:rPr>
          <w:rFonts w:ascii="Arial" w:hAnsi="Arial" w:cs="Arial"/>
          <w:color w:val="000000" w:themeColor="text1"/>
          <w:lang w:val="sl-SI"/>
        </w:rPr>
        <w:t>notranji hišni razvod do najbližje televizije oz. komunikacijskega vozlišča v etaži vstopa v objekt</w:t>
      </w:r>
      <w:r w:rsidR="00B258BE" w:rsidRPr="00A73596">
        <w:rPr>
          <w:rFonts w:ascii="Arial" w:hAnsi="Arial" w:cs="Arial"/>
          <w:color w:val="000000" w:themeColor="text1"/>
          <w:lang w:val="sl-SI"/>
        </w:rPr>
        <w:t>,</w:t>
      </w:r>
      <w:r w:rsidRPr="00A73596">
        <w:rPr>
          <w:rFonts w:ascii="Arial" w:hAnsi="Arial" w:cs="Arial"/>
          <w:color w:val="000000" w:themeColor="text1"/>
          <w:lang w:val="sl-SI"/>
        </w:rPr>
        <w:t xml:space="preserve"> razdalj</w:t>
      </w:r>
      <w:r w:rsidR="00B258BE" w:rsidRPr="00A73596">
        <w:rPr>
          <w:rFonts w:ascii="Arial" w:hAnsi="Arial" w:cs="Arial"/>
          <w:color w:val="000000" w:themeColor="text1"/>
          <w:lang w:val="sl-SI"/>
        </w:rPr>
        <w:t>e</w:t>
      </w:r>
      <w:r w:rsidRPr="00A73596">
        <w:rPr>
          <w:rFonts w:ascii="Arial" w:hAnsi="Arial" w:cs="Arial"/>
          <w:color w:val="000000" w:themeColor="text1"/>
          <w:lang w:val="sl-SI"/>
        </w:rPr>
        <w:t xml:space="preserve"> </w:t>
      </w:r>
      <w:r w:rsidR="00B258BE" w:rsidRPr="00A73596">
        <w:rPr>
          <w:rFonts w:ascii="Arial" w:hAnsi="Arial" w:cs="Arial"/>
          <w:color w:val="000000" w:themeColor="text1"/>
          <w:lang w:val="sl-SI"/>
        </w:rPr>
        <w:t xml:space="preserve">do </w:t>
      </w:r>
      <w:r w:rsidRPr="00A73596">
        <w:rPr>
          <w:rFonts w:ascii="Arial" w:hAnsi="Arial" w:cs="Arial"/>
          <w:color w:val="000000" w:themeColor="text1"/>
          <w:lang w:val="sl-SI"/>
        </w:rPr>
        <w:t>15</w:t>
      </w:r>
      <w:r w:rsidR="00B258BE" w:rsidRPr="00A73596">
        <w:rPr>
          <w:rFonts w:ascii="Arial" w:hAnsi="Arial" w:cs="Arial"/>
          <w:color w:val="000000" w:themeColor="text1"/>
          <w:lang w:val="sl-SI"/>
        </w:rPr>
        <w:t xml:space="preserve"> </w:t>
      </w:r>
      <w:r w:rsidRPr="00A73596">
        <w:rPr>
          <w:rFonts w:ascii="Arial" w:hAnsi="Arial" w:cs="Arial"/>
          <w:color w:val="000000" w:themeColor="text1"/>
          <w:lang w:val="sl-SI"/>
        </w:rPr>
        <w:t>m</w:t>
      </w:r>
      <w:r w:rsidR="00B258BE" w:rsidRPr="00A73596">
        <w:rPr>
          <w:rFonts w:ascii="Arial" w:hAnsi="Arial" w:cs="Arial"/>
          <w:color w:val="000000" w:themeColor="text1"/>
          <w:lang w:val="sl-SI"/>
        </w:rPr>
        <w:t>etrov</w:t>
      </w:r>
      <w:r w:rsidRPr="00A73596">
        <w:rPr>
          <w:rFonts w:ascii="Arial" w:hAnsi="Arial" w:cs="Arial"/>
          <w:color w:val="000000" w:themeColor="text1"/>
          <w:lang w:val="sl-SI"/>
        </w:rPr>
        <w:t>,</w:t>
      </w:r>
    </w:p>
    <w:p w14:paraId="0D71074C" w14:textId="77777777" w:rsidR="00BB7C53" w:rsidRPr="00A73596" w:rsidRDefault="00BB7C53" w:rsidP="00BB7C53">
      <w:pPr>
        <w:pStyle w:val="Brezrazmikov"/>
        <w:widowControl/>
        <w:numPr>
          <w:ilvl w:val="0"/>
          <w:numId w:val="2"/>
        </w:numPr>
        <w:autoSpaceDE/>
        <w:autoSpaceDN/>
        <w:ind w:left="284" w:hanging="284"/>
        <w:jc w:val="both"/>
        <w:rPr>
          <w:rFonts w:ascii="Arial" w:hAnsi="Arial" w:cs="Arial"/>
          <w:color w:val="000000" w:themeColor="text1"/>
          <w:lang w:val="sl-SI"/>
        </w:rPr>
      </w:pPr>
      <w:r w:rsidRPr="00A73596">
        <w:rPr>
          <w:rFonts w:ascii="Arial" w:hAnsi="Arial" w:cs="Arial"/>
          <w:color w:val="000000" w:themeColor="text1"/>
          <w:lang w:val="sl-SI"/>
        </w:rPr>
        <w:t>namestitev omrežnega zaključka (ONT) v neposredni bližini napajanja 230V in njegov priklop,</w:t>
      </w:r>
    </w:p>
    <w:p w14:paraId="26E0C386" w14:textId="72758677" w:rsidR="005D62E3" w:rsidRPr="00A73596" w:rsidRDefault="00BB7C53" w:rsidP="00984DD9">
      <w:pPr>
        <w:pStyle w:val="Brezrazmikov"/>
        <w:widowControl/>
        <w:numPr>
          <w:ilvl w:val="0"/>
          <w:numId w:val="2"/>
        </w:numPr>
        <w:autoSpaceDE/>
        <w:autoSpaceDN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val="sl-SI"/>
        </w:rPr>
      </w:pPr>
      <w:r w:rsidRPr="00A73596">
        <w:rPr>
          <w:rFonts w:ascii="Arial" w:hAnsi="Arial" w:cs="Arial"/>
          <w:color w:val="000000" w:themeColor="text1"/>
          <w:lang w:val="sl-SI"/>
        </w:rPr>
        <w:t>vse potrebne meritve.</w:t>
      </w:r>
    </w:p>
    <w:p w14:paraId="3EA29D7C" w14:textId="77777777" w:rsidR="00BB7C53" w:rsidRPr="00A73596" w:rsidRDefault="00BB7C53" w:rsidP="00BB7C53">
      <w:pPr>
        <w:tabs>
          <w:tab w:val="left" w:pos="6180"/>
        </w:tabs>
        <w:jc w:val="both"/>
        <w:rPr>
          <w:rFonts w:ascii="Arial" w:hAnsi="Arial" w:cs="Arial"/>
          <w:color w:val="000000" w:themeColor="text1"/>
          <w:szCs w:val="20"/>
          <w:lang w:val="sl-SI"/>
        </w:rPr>
      </w:pPr>
    </w:p>
    <w:p w14:paraId="7F807110" w14:textId="20D33CBC" w:rsidR="00BB7C53" w:rsidRPr="00A73596" w:rsidRDefault="00BB7C53" w:rsidP="00BB7C53">
      <w:pPr>
        <w:tabs>
          <w:tab w:val="left" w:pos="6180"/>
        </w:tabs>
        <w:jc w:val="both"/>
        <w:rPr>
          <w:rFonts w:ascii="Arial" w:hAnsi="Arial" w:cs="Arial"/>
          <w:color w:val="000000" w:themeColor="text1"/>
          <w:szCs w:val="20"/>
          <w:lang w:val="sl-SI"/>
        </w:rPr>
      </w:pPr>
      <w:r w:rsidRPr="00A73596">
        <w:rPr>
          <w:rFonts w:ascii="Arial" w:hAnsi="Arial" w:cs="Arial"/>
          <w:color w:val="000000" w:themeColor="text1"/>
          <w:szCs w:val="20"/>
          <w:lang w:val="sl-SI"/>
        </w:rPr>
        <w:t xml:space="preserve">Če boste </w:t>
      </w:r>
      <w:r w:rsidR="00B258BE" w:rsidRPr="00A73596">
        <w:rPr>
          <w:rFonts w:ascii="Arial" w:hAnsi="Arial" w:cs="Arial"/>
          <w:color w:val="000000" w:themeColor="text1"/>
          <w:szCs w:val="20"/>
          <w:lang w:val="sl-SI"/>
        </w:rPr>
        <w:t xml:space="preserve">v fazi izgradnje </w:t>
      </w:r>
      <w:r w:rsidRPr="00A73596">
        <w:rPr>
          <w:rFonts w:ascii="Arial" w:hAnsi="Arial" w:cs="Arial"/>
          <w:color w:val="000000" w:themeColor="text1"/>
          <w:szCs w:val="20"/>
          <w:lang w:val="sl-SI"/>
        </w:rPr>
        <w:t xml:space="preserve">zahtevali napeljave še v druge prostore, bo izvajalec za navedena dela in material pripravil ponudbo po priloženem ceniku. Izvedena dela </w:t>
      </w:r>
      <w:r w:rsidR="00B258BE" w:rsidRPr="00A73596">
        <w:rPr>
          <w:rFonts w:ascii="Arial" w:hAnsi="Arial" w:cs="Arial"/>
          <w:color w:val="000000" w:themeColor="text1"/>
          <w:szCs w:val="20"/>
          <w:lang w:val="sl-SI"/>
        </w:rPr>
        <w:t xml:space="preserve">boste poravnali </w:t>
      </w:r>
      <w:r w:rsidRPr="00A73596">
        <w:rPr>
          <w:rFonts w:ascii="Arial" w:hAnsi="Arial" w:cs="Arial"/>
          <w:color w:val="000000" w:themeColor="text1"/>
          <w:szCs w:val="20"/>
          <w:lang w:val="sl-SI"/>
        </w:rPr>
        <w:t xml:space="preserve">po prejetem računu. </w:t>
      </w:r>
    </w:p>
    <w:p w14:paraId="551EBD1B" w14:textId="77777777" w:rsidR="00BB7C53" w:rsidRPr="00BB7C53" w:rsidRDefault="00BB7C53" w:rsidP="00BB7C53">
      <w:pPr>
        <w:tabs>
          <w:tab w:val="left" w:pos="6180"/>
        </w:tabs>
        <w:jc w:val="both"/>
        <w:rPr>
          <w:rFonts w:ascii="Arial" w:hAnsi="Arial" w:cs="Arial"/>
          <w:color w:val="000000" w:themeColor="text1"/>
          <w:sz w:val="24"/>
          <w:lang w:val="sl-SI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804"/>
        <w:gridCol w:w="992"/>
        <w:gridCol w:w="1701"/>
      </w:tblGrid>
      <w:tr w:rsidR="00BB7C53" w:rsidRPr="00A73596" w14:paraId="13DB77B7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7CE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Zap</w:t>
            </w:r>
            <w:proofErr w:type="spellEnd"/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št.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A120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Opis del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44886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EA0B" w14:textId="77777777" w:rsidR="00B258BE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Cena </w:t>
            </w:r>
            <w:r w:rsidR="00B258BE"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v EUR </w:t>
            </w:r>
          </w:p>
          <w:p w14:paraId="316F3F48" w14:textId="62CDBBE1" w:rsidR="00BB7C53" w:rsidRPr="00A73596" w:rsidRDefault="00B258BE" w:rsidP="003139A5">
            <w:pPr>
              <w:pStyle w:val="Brezrazmikov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(</w:t>
            </w:r>
            <w:r w:rsidR="00BB7C53"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z DDV)</w:t>
            </w:r>
          </w:p>
        </w:tc>
      </w:tr>
      <w:tr w:rsidR="00BB7C53" w:rsidRPr="00A73596" w14:paraId="458FE22A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50B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6C64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Kabel optični 2xSM 9/125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2D3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7E9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0,70</w:t>
            </w:r>
          </w:p>
        </w:tc>
      </w:tr>
      <w:tr w:rsidR="00BB7C53" w:rsidRPr="00A73596" w14:paraId="164EC92D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47A4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2503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Kabel UTP CAT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B40B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B633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0,50</w:t>
            </w:r>
          </w:p>
        </w:tc>
      </w:tr>
      <w:tr w:rsidR="00BB7C53" w:rsidRPr="00A73596" w14:paraId="0A5FC153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868E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F32A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NIK 0 – samolepilni kabelski kanal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7C95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3062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1,55</w:t>
            </w:r>
          </w:p>
        </w:tc>
      </w:tr>
      <w:tr w:rsidR="00BB7C53" w:rsidRPr="00A73596" w14:paraId="16434BC9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369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0EFF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NIK 2 – </w:t>
            </w: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. kanal 30x17x2000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F715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C9CA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1,10</w:t>
            </w:r>
          </w:p>
        </w:tc>
      </w:tr>
      <w:tr w:rsidR="00BB7C53" w:rsidRPr="00A73596" w14:paraId="396A0FB1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2C2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58C4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NIK 3 – </w:t>
            </w: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. kanal 30x30x2000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4DA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5356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1,55</w:t>
            </w:r>
          </w:p>
        </w:tc>
      </w:tr>
      <w:tr w:rsidR="00BB7C53" w:rsidRPr="00A73596" w14:paraId="42467B5D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C01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BE99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Konektor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 UTP-RJ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D7EA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E7CD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0,65</w:t>
            </w:r>
          </w:p>
        </w:tc>
      </w:tr>
      <w:tr w:rsidR="00BB7C53" w:rsidRPr="00A73596" w14:paraId="1EA1EC81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7B1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3F8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Uvlečenje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 kabla v obstoječo cev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08E4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ED6B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1,50</w:t>
            </w:r>
          </w:p>
        </w:tc>
      </w:tr>
      <w:tr w:rsidR="00BB7C53" w:rsidRPr="00A73596" w14:paraId="10C8967E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C10B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94F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Polaganje kabla v NIK kanale (samo montaža)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BCFE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406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1,00</w:t>
            </w:r>
          </w:p>
        </w:tc>
      </w:tr>
      <w:tr w:rsidR="00BB7C53" w:rsidRPr="00A73596" w14:paraId="0A876164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21DB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BDD1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Polaganje kabla nadometno s pribijanjem (samo montaža)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D2F8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337F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1,15</w:t>
            </w:r>
          </w:p>
        </w:tc>
      </w:tr>
      <w:tr w:rsidR="00BB7C53" w:rsidRPr="00A73596" w14:paraId="51E2E754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FFE91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ADDC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Polaganje NIK kanalov (samo montaža)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98B4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0BAE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1,70</w:t>
            </w:r>
          </w:p>
        </w:tc>
      </w:tr>
      <w:tr w:rsidR="00BB7C53" w:rsidRPr="00A73596" w14:paraId="3E7591EF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688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6CF8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Preboj stene do 30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4315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401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10,00</w:t>
            </w:r>
          </w:p>
        </w:tc>
      </w:tr>
      <w:tr w:rsidR="00BB7C53" w:rsidRPr="00A73596" w14:paraId="25DB8BC9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5BC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FF51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Priprava kabla in varjenje optičnega vlakna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A35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vla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FD13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13,20</w:t>
            </w:r>
          </w:p>
        </w:tc>
      </w:tr>
      <w:tr w:rsidR="00BB7C53" w:rsidRPr="00A73596" w14:paraId="0C1900D6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553D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005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Delo monterja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FB2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B53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20,00</w:t>
            </w:r>
          </w:p>
        </w:tc>
      </w:tr>
      <w:tr w:rsidR="00BB7C53" w:rsidRPr="00A73596" w14:paraId="05A27776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BCE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B560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Delo tehnika specialista ali inženirja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D3FA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0F31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50,00</w:t>
            </w:r>
          </w:p>
        </w:tc>
      </w:tr>
    </w:tbl>
    <w:p w14:paraId="28329AA2" w14:textId="4878EB4F" w:rsidR="00B258BE" w:rsidRPr="00BB7C53" w:rsidRDefault="00B258BE" w:rsidP="00BB7C53">
      <w:pPr>
        <w:pStyle w:val="Brezrazmikov"/>
        <w:rPr>
          <w:rFonts w:ascii="Arial" w:hAnsi="Arial" w:cs="Arial"/>
          <w:b/>
          <w:bCs/>
          <w:lang w:val="sl-SI"/>
        </w:rPr>
      </w:pPr>
    </w:p>
    <w:p w14:paraId="20957992" w14:textId="10BB715F" w:rsidR="00BB7C53" w:rsidRPr="00BB7C53" w:rsidRDefault="00BB7C53" w:rsidP="00984DD9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S podpisom </w:t>
      </w:r>
      <w:r w:rsidR="00B258BE">
        <w:rPr>
          <w:rFonts w:ascii="Arial" w:hAnsi="Arial" w:cs="Arial"/>
          <w:sz w:val="24"/>
          <w:szCs w:val="24"/>
          <w:lang w:val="sl-SI"/>
        </w:rPr>
        <w:t xml:space="preserve">tega naročila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naročam izdelavo hišnega razvoda </w:t>
      </w:r>
      <w:r w:rsidR="00B258BE">
        <w:rPr>
          <w:rFonts w:ascii="Arial" w:hAnsi="Arial" w:cs="Arial"/>
          <w:sz w:val="24"/>
          <w:szCs w:val="24"/>
          <w:lang w:val="sl-SI"/>
        </w:rPr>
        <w:t xml:space="preserve">po zgoraj navedenih pogojih in se obvezujem poravnati stroške v roku </w:t>
      </w:r>
      <w:r w:rsidR="005C09EF">
        <w:rPr>
          <w:rFonts w:ascii="Arial" w:hAnsi="Arial" w:cs="Arial"/>
          <w:sz w:val="24"/>
          <w:szCs w:val="24"/>
          <w:lang w:val="sl-SI"/>
        </w:rPr>
        <w:t>15 dni od prejema računa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. </w:t>
      </w:r>
    </w:p>
    <w:p w14:paraId="3EDE5C5F" w14:textId="77777777" w:rsidR="00B258BE" w:rsidRDefault="00B258BE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</w:p>
    <w:p w14:paraId="19C89CD1" w14:textId="77777777" w:rsidR="00B258BE" w:rsidRDefault="00B258BE" w:rsidP="00B258BE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Datum:</w:t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  <w:t>Ime in priimek (tiskano):</w:t>
      </w:r>
    </w:p>
    <w:p w14:paraId="4474A0D3" w14:textId="77777777" w:rsidR="00B258BE" w:rsidRPr="00BB7C53" w:rsidRDefault="00B258BE" w:rsidP="00B258BE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</w:p>
    <w:p w14:paraId="494AA77A" w14:textId="1A296D5E" w:rsidR="00B258BE" w:rsidRDefault="00B258BE" w:rsidP="00B258BE">
      <w:pPr>
        <w:spacing w:line="20" w:lineRule="atLeast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>______________________</w:t>
      </w:r>
      <w:r w:rsidRPr="00BB7C53">
        <w:rPr>
          <w:rFonts w:ascii="Arial" w:eastAsia="Times New Roman" w:hAnsi="Arial" w:cs="Arial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 w:rsidR="00A7359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l-SI"/>
        </w:rPr>
        <w:tab/>
      </w:r>
      <w:r w:rsidR="00A73596">
        <w:rPr>
          <w:rFonts w:ascii="Arial" w:hAnsi="Arial" w:cs="Arial"/>
          <w:sz w:val="24"/>
          <w:szCs w:val="24"/>
          <w:lang w:val="sl-SI"/>
        </w:rPr>
        <w:t xml:space="preserve">       </w:t>
      </w:r>
      <w:r>
        <w:rPr>
          <w:rFonts w:ascii="Arial" w:hAnsi="Arial" w:cs="Arial"/>
          <w:sz w:val="24"/>
          <w:szCs w:val="24"/>
          <w:lang w:val="sl-SI"/>
        </w:rPr>
        <w:t>____________________________________</w:t>
      </w:r>
    </w:p>
    <w:p w14:paraId="570007EF" w14:textId="77777777" w:rsidR="00B258BE" w:rsidRPr="00BB7C53" w:rsidRDefault="00B258BE" w:rsidP="00B258BE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373D4E9D" w14:textId="77777777" w:rsidR="00B258BE" w:rsidRPr="00BB7C53" w:rsidRDefault="00B258BE" w:rsidP="00B258BE">
      <w:pPr>
        <w:ind w:firstLine="720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>Podpis:</w:t>
      </w:r>
    </w:p>
    <w:p w14:paraId="32EFEEF1" w14:textId="77777777" w:rsidR="00B258BE" w:rsidRPr="00BB7C53" w:rsidRDefault="00B258BE" w:rsidP="00B258BE">
      <w:pPr>
        <w:rPr>
          <w:rFonts w:ascii="Arial" w:eastAsia="Times New Roman" w:hAnsi="Arial" w:cs="Arial"/>
          <w:lang w:val="sl-SI"/>
        </w:rPr>
      </w:pPr>
    </w:p>
    <w:p w14:paraId="39AE6B71" w14:textId="77777777" w:rsidR="00B258BE" w:rsidRPr="00BB7C53" w:rsidRDefault="00B258BE" w:rsidP="00B258BE">
      <w:pPr>
        <w:spacing w:line="120" w:lineRule="auto"/>
        <w:rPr>
          <w:rFonts w:ascii="Arial" w:eastAsia="Times New Roman" w:hAnsi="Arial" w:cs="Arial"/>
          <w:lang w:val="sl-SI"/>
        </w:rPr>
      </w:pPr>
    </w:p>
    <w:p w14:paraId="735CAA5C" w14:textId="77777777" w:rsidR="00B258BE" w:rsidRPr="00BB7C53" w:rsidRDefault="00B258BE" w:rsidP="00B258BE">
      <w:pPr>
        <w:ind w:left="2160" w:firstLine="720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  <w:t>______________________</w:t>
      </w:r>
    </w:p>
    <w:p w14:paraId="4500833B" w14:textId="77777777" w:rsidR="00B258BE" w:rsidRPr="00BB7C53" w:rsidRDefault="00B258BE" w:rsidP="00B258BE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458C4807" w14:textId="77777777" w:rsidR="00A73596" w:rsidRDefault="00A73596" w:rsidP="003A18F8">
      <w:pPr>
        <w:pStyle w:val="Brezrazmikov"/>
        <w:spacing w:after="60"/>
        <w:rPr>
          <w:rFonts w:ascii="Arial" w:eastAsia="Times New Roman" w:hAnsi="Arial" w:cs="Arial"/>
          <w:bCs/>
          <w:sz w:val="24"/>
          <w:szCs w:val="24"/>
          <w:lang w:val="sl-SI"/>
        </w:rPr>
      </w:pPr>
    </w:p>
    <w:p w14:paraId="582F7CBF" w14:textId="338D0F2F" w:rsidR="003A18F8" w:rsidRPr="00A73596" w:rsidRDefault="003A18F8" w:rsidP="003A18F8">
      <w:pPr>
        <w:pStyle w:val="Brezrazmikov"/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Izpolnjen obrazec nam dostavite:</w:t>
      </w:r>
    </w:p>
    <w:p w14:paraId="30D18A8C" w14:textId="77777777" w:rsidR="003A18F8" w:rsidRPr="00A73596" w:rsidRDefault="003A18F8" w:rsidP="003A18F8">
      <w:pPr>
        <w:pStyle w:val="Brezrazmikov"/>
        <w:numPr>
          <w:ilvl w:val="0"/>
          <w:numId w:val="3"/>
        </w:numPr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prek e-pošte </w:t>
      </w:r>
      <w:hyperlink r:id="rId15" w:history="1">
        <w:r w:rsidRPr="00A73596">
          <w:rPr>
            <w:rStyle w:val="Hiperpovezava"/>
            <w:rFonts w:ascii="Arial" w:eastAsia="Times New Roman" w:hAnsi="Arial" w:cs="Arial"/>
            <w:bCs/>
            <w:sz w:val="20"/>
            <w:szCs w:val="20"/>
            <w:lang w:val="sl-SI"/>
          </w:rPr>
          <w:t>oso6@optic-tel.si</w:t>
        </w:r>
      </w:hyperlink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 </w:t>
      </w:r>
    </w:p>
    <w:p w14:paraId="7FD34998" w14:textId="1F15EBA8" w:rsidR="00BB7C53" w:rsidRPr="00A73596" w:rsidRDefault="003A18F8" w:rsidP="00984DD9">
      <w:pPr>
        <w:pStyle w:val="Brezrazmikov"/>
        <w:numPr>
          <w:ilvl w:val="0"/>
          <w:numId w:val="3"/>
        </w:numPr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ali na naslov OPTIC-TEL d.o.o., Cigaletova 10, 1000 Ljubljana.</w:t>
      </w:r>
    </w:p>
    <w:sectPr w:rsidR="00BB7C53" w:rsidRPr="00A73596" w:rsidSect="00A73596">
      <w:headerReference w:type="default" r:id="rId16"/>
      <w:footerReference w:type="default" r:id="rId17"/>
      <w:pgSz w:w="11906" w:h="16838" w:code="9"/>
      <w:pgMar w:top="851" w:right="1140" w:bottom="709" w:left="11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23266" w14:textId="77777777" w:rsidR="006958B6" w:rsidRDefault="006958B6" w:rsidP="00CB5702">
      <w:r>
        <w:separator/>
      </w:r>
    </w:p>
  </w:endnote>
  <w:endnote w:type="continuationSeparator" w:id="0">
    <w:p w14:paraId="5392594D" w14:textId="77777777" w:rsidR="006958B6" w:rsidRDefault="006958B6" w:rsidP="00CB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262B9" w14:textId="77777777" w:rsidR="00A73596" w:rsidRDefault="00A7359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8DA64" w14:textId="72479A7F" w:rsidR="00CB5702" w:rsidRPr="00984DD9" w:rsidRDefault="00CB5702" w:rsidP="00CB5702">
    <w:pPr>
      <w:spacing w:before="107" w:line="206" w:lineRule="auto"/>
      <w:ind w:left="117" w:right="70"/>
      <w:rPr>
        <w:rFonts w:ascii="Arial" w:hAnsi="Arial" w:cs="Arial"/>
        <w:b/>
        <w:sz w:val="18"/>
        <w:lang w:val="sl-SI"/>
      </w:rPr>
    </w:pPr>
    <w:r w:rsidRPr="00984DD9">
      <w:rPr>
        <w:rFonts w:ascii="Arial" w:hAnsi="Arial" w:cs="Arial"/>
        <w:b/>
        <w:color w:val="5C5B5B"/>
        <w:w w:val="105"/>
        <w:sz w:val="18"/>
        <w:lang w:val="sl-SI"/>
      </w:rPr>
      <w:t>OPTIC-TEL Telekomunikacije d.o.o.</w:t>
    </w:r>
    <w:r w:rsidRPr="00984DD9">
      <w:rPr>
        <w:rFonts w:ascii="Arial" w:hAnsi="Arial" w:cs="Arial"/>
        <w:color w:val="5C5B5B"/>
        <w:w w:val="105"/>
        <w:sz w:val="18"/>
        <w:lang w:val="sl-SI"/>
      </w:rPr>
      <w:t xml:space="preserve">, Cigaletova ulica 10, 1000 Ljubljana; info@optic-tel.si; mš: 7167008000, dš: SI64696553 Vložna številka 2016/46072, Okrožno sodišče v Ljubljani, osnovni kapital 7.500.00 EUR; TRR: SI56 0292 2026 4125 757 (NLB d.d.) </w:t>
    </w:r>
    <w:r w:rsidRPr="00984DD9">
      <w:rPr>
        <w:rFonts w:ascii="Arial" w:hAnsi="Arial" w:cs="Arial"/>
        <w:b/>
        <w:color w:val="5C5B5B"/>
        <w:w w:val="105"/>
        <w:sz w:val="18"/>
        <w:lang w:val="sl-SI"/>
      </w:rPr>
      <w:t>član skupine Telekom Slovenije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A5B9" w14:textId="77777777" w:rsidR="00A73596" w:rsidRDefault="00A73596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4DCC" w14:textId="6FE05DAE" w:rsidR="005D62E3" w:rsidRPr="005D62E3" w:rsidRDefault="005D62E3" w:rsidP="005D62E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0B26B" w14:textId="77777777" w:rsidR="006958B6" w:rsidRDefault="006958B6" w:rsidP="00CB5702">
      <w:r>
        <w:separator/>
      </w:r>
    </w:p>
  </w:footnote>
  <w:footnote w:type="continuationSeparator" w:id="0">
    <w:p w14:paraId="2DC62DC9" w14:textId="77777777" w:rsidR="006958B6" w:rsidRDefault="006958B6" w:rsidP="00CB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F716" w14:textId="77777777" w:rsidR="00A73596" w:rsidRDefault="00A7359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472C" w14:textId="1EC2D5A3" w:rsidR="00CB5702" w:rsidRDefault="00A73596">
    <w:pPr>
      <w:pStyle w:val="Glava"/>
    </w:pPr>
    <w:r w:rsidRPr="00FA55CD">
      <w:rPr>
        <w:rFonts w:ascii="Republika" w:eastAsia="Times New Roman" w:hAnsi="Republika" w:cs="Times New Roman"/>
        <w:b/>
        <w:caps/>
        <w:noProof/>
        <w:sz w:val="20"/>
        <w:szCs w:val="20"/>
      </w:rPr>
      <w:drawing>
        <wp:anchor distT="0" distB="0" distL="114300" distR="114300" simplePos="0" relativeHeight="251661824" behindDoc="0" locked="0" layoutInCell="1" allowOverlap="1" wp14:anchorId="0D96A52E" wp14:editId="20309744">
          <wp:simplePos x="0" y="0"/>
          <wp:positionH relativeFrom="margin">
            <wp:posOffset>3129584</wp:posOffset>
          </wp:positionH>
          <wp:positionV relativeFrom="paragraph">
            <wp:posOffset>199390</wp:posOffset>
          </wp:positionV>
          <wp:extent cx="1868170" cy="429895"/>
          <wp:effectExtent l="0" t="0" r="0" b="8255"/>
          <wp:wrapNone/>
          <wp:docPr id="1128724976" name="Slika 112872497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lika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170" cy="429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A55CD">
      <w:rPr>
        <w:rFonts w:ascii="Republika" w:eastAsia="Times New Roman" w:hAnsi="Republika" w:cs="Times New Roman"/>
        <w:b/>
        <w:caps/>
        <w:noProof/>
        <w:sz w:val="20"/>
        <w:szCs w:val="20"/>
      </w:rPr>
      <w:drawing>
        <wp:anchor distT="0" distB="0" distL="114300" distR="114300" simplePos="0" relativeHeight="251671040" behindDoc="0" locked="0" layoutInCell="1" allowOverlap="1" wp14:anchorId="72684327" wp14:editId="338A7F72">
          <wp:simplePos x="0" y="0"/>
          <wp:positionH relativeFrom="margin">
            <wp:posOffset>5010481</wp:posOffset>
          </wp:positionH>
          <wp:positionV relativeFrom="paragraph">
            <wp:posOffset>146050</wp:posOffset>
          </wp:positionV>
          <wp:extent cx="1870201" cy="564543"/>
          <wp:effectExtent l="0" t="0" r="0" b="6985"/>
          <wp:wrapNone/>
          <wp:docPr id="1338953520" name="Slika 13389535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lika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201" cy="5645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5E11">
      <w:rPr>
        <w:noProof/>
      </w:rPr>
      <w:drawing>
        <wp:anchor distT="0" distB="0" distL="0" distR="0" simplePos="0" relativeHeight="251652608" behindDoc="1" locked="0" layoutInCell="1" allowOverlap="1" wp14:anchorId="1001DC73" wp14:editId="40BB2BE0">
          <wp:simplePos x="0" y="0"/>
          <wp:positionH relativeFrom="page">
            <wp:posOffset>-28575</wp:posOffset>
          </wp:positionH>
          <wp:positionV relativeFrom="page">
            <wp:posOffset>9525</wp:posOffset>
          </wp:positionV>
          <wp:extent cx="8722995" cy="1146810"/>
          <wp:effectExtent l="0" t="0" r="1905" b="0"/>
          <wp:wrapNone/>
          <wp:docPr id="200453617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22995" cy="114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F84" w14:textId="77777777" w:rsidR="00A73596" w:rsidRDefault="00A73596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A06D" w14:textId="73455623" w:rsidR="005F4ED5" w:rsidRDefault="005F4ED5" w:rsidP="005F4ED5">
    <w:pPr>
      <w:pStyle w:val="Glava"/>
      <w:tabs>
        <w:tab w:val="clear" w:pos="4536"/>
        <w:tab w:val="clear" w:pos="9072"/>
        <w:tab w:val="left" w:pos="4380"/>
      </w:tabs>
    </w:pPr>
    <w:r>
      <w:tab/>
    </w:r>
    <w:r w:rsidR="00B94337"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7248B"/>
    <w:multiLevelType w:val="hybridMultilevel"/>
    <w:tmpl w:val="DB107948"/>
    <w:lvl w:ilvl="0" w:tplc="A3D844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13BA0"/>
    <w:multiLevelType w:val="hybridMultilevel"/>
    <w:tmpl w:val="F1726B96"/>
    <w:lvl w:ilvl="0" w:tplc="30BCF300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06736"/>
    <w:multiLevelType w:val="hybridMultilevel"/>
    <w:tmpl w:val="76EEFC6E"/>
    <w:lvl w:ilvl="0" w:tplc="AD261B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295434">
    <w:abstractNumId w:val="1"/>
  </w:num>
  <w:num w:numId="2" w16cid:durableId="136457329">
    <w:abstractNumId w:val="0"/>
  </w:num>
  <w:num w:numId="3" w16cid:durableId="817307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2E"/>
    <w:rsid w:val="00277B10"/>
    <w:rsid w:val="002D5F2E"/>
    <w:rsid w:val="002E16E0"/>
    <w:rsid w:val="002F2F9E"/>
    <w:rsid w:val="00324225"/>
    <w:rsid w:val="00346927"/>
    <w:rsid w:val="003A18F8"/>
    <w:rsid w:val="00400306"/>
    <w:rsid w:val="0047317D"/>
    <w:rsid w:val="00476E94"/>
    <w:rsid w:val="004F0E22"/>
    <w:rsid w:val="00520226"/>
    <w:rsid w:val="00576477"/>
    <w:rsid w:val="005C09EF"/>
    <w:rsid w:val="005D62E3"/>
    <w:rsid w:val="005F4ED5"/>
    <w:rsid w:val="00625E11"/>
    <w:rsid w:val="006958B6"/>
    <w:rsid w:val="00720333"/>
    <w:rsid w:val="00984DD9"/>
    <w:rsid w:val="009D4A11"/>
    <w:rsid w:val="00A73596"/>
    <w:rsid w:val="00A93761"/>
    <w:rsid w:val="00AD43F4"/>
    <w:rsid w:val="00AE2829"/>
    <w:rsid w:val="00B258BE"/>
    <w:rsid w:val="00B94337"/>
    <w:rsid w:val="00BA72EC"/>
    <w:rsid w:val="00BB7C53"/>
    <w:rsid w:val="00CB26FA"/>
    <w:rsid w:val="00CB5702"/>
    <w:rsid w:val="00D271E5"/>
    <w:rsid w:val="00DA3E8C"/>
    <w:rsid w:val="00E9220B"/>
    <w:rsid w:val="00EC24B3"/>
    <w:rsid w:val="00F70161"/>
    <w:rsid w:val="00F91EA0"/>
    <w:rsid w:val="00FD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53663"/>
  <w15:docId w15:val="{99F170E7-2743-47A7-B6AF-8B7C22A3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 Unicode MS" w:eastAsia="Arial Unicode MS" w:hAnsi="Arial Unicode MS" w:cs="Arial Unicode MS"/>
    </w:rPr>
  </w:style>
  <w:style w:type="paragraph" w:styleId="Naslov1">
    <w:name w:val="heading 1"/>
    <w:basedOn w:val="Navaden"/>
    <w:next w:val="Navaden"/>
    <w:link w:val="Naslov1Znak"/>
    <w:uiPriority w:val="9"/>
    <w:qFormat/>
    <w:rsid w:val="00BB7C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B5702"/>
    <w:rPr>
      <w:rFonts w:ascii="Arial Unicode MS" w:eastAsia="Arial Unicode MS" w:hAnsi="Arial Unicode MS" w:cs="Arial Unicode MS"/>
    </w:rPr>
  </w:style>
  <w:style w:type="paragraph" w:styleId="Noga">
    <w:name w:val="footer"/>
    <w:basedOn w:val="Navaden"/>
    <w:link w:val="Nog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B5702"/>
    <w:rPr>
      <w:rFonts w:ascii="Arial Unicode MS" w:eastAsia="Arial Unicode MS" w:hAnsi="Arial Unicode MS" w:cs="Arial Unicode MS"/>
    </w:rPr>
  </w:style>
  <w:style w:type="character" w:styleId="Hiperpovezava">
    <w:name w:val="Hyperlink"/>
    <w:basedOn w:val="Privzetapisavaodstavka"/>
    <w:uiPriority w:val="99"/>
    <w:unhideWhenUsed/>
    <w:rsid w:val="00BB7C53"/>
    <w:rPr>
      <w:color w:val="0000FF" w:themeColor="hyperlink"/>
      <w:u w:val="single"/>
    </w:rPr>
  </w:style>
  <w:style w:type="paragraph" w:styleId="Brezrazmikov">
    <w:name w:val="No Spacing"/>
    <w:uiPriority w:val="1"/>
    <w:qFormat/>
    <w:rsid w:val="00BB7C53"/>
    <w:rPr>
      <w:rFonts w:ascii="Arial Unicode MS" w:eastAsia="Arial Unicode MS" w:hAnsi="Arial Unicode MS" w:cs="Arial Unicode MS"/>
    </w:rPr>
  </w:style>
  <w:style w:type="character" w:customStyle="1" w:styleId="Naslov1Znak">
    <w:name w:val="Naslov 1 Znak"/>
    <w:basedOn w:val="Privzetapisavaodstavka"/>
    <w:link w:val="Naslov1"/>
    <w:uiPriority w:val="9"/>
    <w:rsid w:val="00BB7C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ija">
    <w:name w:val="Revision"/>
    <w:hidden/>
    <w:uiPriority w:val="99"/>
    <w:semiHidden/>
    <w:rsid w:val="00EC24B3"/>
    <w:pPr>
      <w:widowControl/>
      <w:autoSpaceDE/>
      <w:autoSpaceDN/>
    </w:pPr>
    <w:rPr>
      <w:rFonts w:ascii="Arial Unicode MS" w:eastAsia="Arial Unicode MS" w:hAnsi="Arial Unicode MS" w:cs="Arial Unicode MS"/>
    </w:rPr>
  </w:style>
  <w:style w:type="character" w:styleId="Pripombasklic">
    <w:name w:val="annotation reference"/>
    <w:basedOn w:val="Privzetapisavaodstavka"/>
    <w:uiPriority w:val="99"/>
    <w:semiHidden/>
    <w:unhideWhenUsed/>
    <w:rsid w:val="00E9220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9220B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9220B"/>
    <w:rPr>
      <w:rFonts w:ascii="Arial Unicode MS" w:eastAsia="Arial Unicode MS" w:hAnsi="Arial Unicode MS" w:cs="Arial Unicode MS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9220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9220B"/>
    <w:rPr>
      <w:rFonts w:ascii="Arial Unicode MS" w:eastAsia="Arial Unicode MS" w:hAnsi="Arial Unicode MS" w:cs="Arial Unicode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o6@optic-tel.si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oso6@optic-tel.si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5EFCC56-2788-4340-9FCD-2764EBAC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Optic-tel_dopisni list_predogled.cdr</vt:lpstr>
      <vt:lpstr>Optic-tel_dopisni list_predogled.cdr</vt:lpstr>
    </vt:vector>
  </TitlesOfParts>
  <Company>Telekom Slovenije, d.d.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Optic-tel_dopisni list_predogled.cdr</dc:title>
  <dc:creator>Gregor Nagode</dc:creator>
  <cp:lastModifiedBy>Kozar Aleš</cp:lastModifiedBy>
  <cp:revision>2</cp:revision>
  <cp:lastPrinted>2025-02-07T12:15:00Z</cp:lastPrinted>
  <dcterms:created xsi:type="dcterms:W3CDTF">2025-02-07T12:17:00Z</dcterms:created>
  <dcterms:modified xsi:type="dcterms:W3CDTF">2025-02-07T12:17:00Z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Creator">
    <vt:lpwstr>CorelDRAW 2022</vt:lpwstr>
  </property>
  <property fmtid="{D5CDD505-2E9C-101B-9397-08002B2CF9AE}" pid="4" name="LastSaved">
    <vt:filetime>2025-01-08T00:00:00Z</vt:filetime>
  </property>
  <property fmtid="{D5CDD505-2E9C-101B-9397-08002B2CF9AE}" pid="5" name="MSIP_Label_b9fc6f63-046c-41f3-ba25-1437516571c5_Enabled">
    <vt:lpwstr>true</vt:lpwstr>
  </property>
  <property fmtid="{D5CDD505-2E9C-101B-9397-08002B2CF9AE}" pid="6" name="MSIP_Label_b9fc6f63-046c-41f3-ba25-1437516571c5_SetDate">
    <vt:lpwstr>2025-01-08T08:55:54Z</vt:lpwstr>
  </property>
  <property fmtid="{D5CDD505-2E9C-101B-9397-08002B2CF9AE}" pid="7" name="MSIP_Label_b9fc6f63-046c-41f3-ba25-1437516571c5_Method">
    <vt:lpwstr>Standard</vt:lpwstr>
  </property>
  <property fmtid="{D5CDD505-2E9C-101B-9397-08002B2CF9AE}" pid="8" name="MSIP_Label_b9fc6f63-046c-41f3-ba25-1437516571c5_Name">
    <vt:lpwstr>NIZKA ZAUPNOST</vt:lpwstr>
  </property>
  <property fmtid="{D5CDD505-2E9C-101B-9397-08002B2CF9AE}" pid="9" name="MSIP_Label_b9fc6f63-046c-41f3-ba25-1437516571c5_SiteId">
    <vt:lpwstr>6b50702c-caff-40f2-86bd-da9c41fd299b</vt:lpwstr>
  </property>
  <property fmtid="{D5CDD505-2E9C-101B-9397-08002B2CF9AE}" pid="10" name="MSIP_Label_b9fc6f63-046c-41f3-ba25-1437516571c5_ActionId">
    <vt:lpwstr>bc46511b-67a3-4697-9416-116cb3402e03</vt:lpwstr>
  </property>
  <property fmtid="{D5CDD505-2E9C-101B-9397-08002B2CF9AE}" pid="11" name="MSIP_Label_b9fc6f63-046c-41f3-ba25-1437516571c5_ContentBits">
    <vt:lpwstr>0</vt:lpwstr>
  </property>
</Properties>
</file>